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FF8" w:rsidRDefault="00147FF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30pt">
            <v:imagedata r:id="rId4" o:title=""/>
          </v:shape>
        </w:pict>
      </w:r>
    </w:p>
    <w:p w:rsidR="00147FF8" w:rsidRDefault="00147FF8">
      <w:r>
        <w:br w:type="page"/>
      </w:r>
      <w:r>
        <w:pict>
          <v:shape id="_x0000_i1026" type="#_x0000_t75" style="width:459pt;height:630pt">
            <v:imagedata r:id="rId5" o:title=""/>
          </v:shape>
        </w:pict>
      </w:r>
    </w:p>
    <w:p w:rsidR="00147FF8" w:rsidRDefault="00147FF8">
      <w:r>
        <w:br w:type="page"/>
      </w:r>
      <w:r>
        <w:pict>
          <v:shape id="_x0000_i1027" type="#_x0000_t75" style="width:459pt;height:630pt">
            <v:imagedata r:id="rId6" o:title=""/>
          </v:shape>
        </w:pict>
      </w:r>
    </w:p>
    <w:sectPr w:rsidR="00147FF8" w:rsidSect="002A6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F50"/>
    <w:rsid w:val="00004C07"/>
    <w:rsid w:val="00006401"/>
    <w:rsid w:val="00011492"/>
    <w:rsid w:val="00012870"/>
    <w:rsid w:val="00013AE1"/>
    <w:rsid w:val="00021ED0"/>
    <w:rsid w:val="0002475D"/>
    <w:rsid w:val="000408BE"/>
    <w:rsid w:val="0004459C"/>
    <w:rsid w:val="00047BA1"/>
    <w:rsid w:val="00047D3C"/>
    <w:rsid w:val="000564CE"/>
    <w:rsid w:val="00062527"/>
    <w:rsid w:val="00062E05"/>
    <w:rsid w:val="00063DE2"/>
    <w:rsid w:val="0006752B"/>
    <w:rsid w:val="00090A9C"/>
    <w:rsid w:val="00095679"/>
    <w:rsid w:val="000970BD"/>
    <w:rsid w:val="000A5AAE"/>
    <w:rsid w:val="000B25AE"/>
    <w:rsid w:val="000B3F57"/>
    <w:rsid w:val="000D4267"/>
    <w:rsid w:val="000E2F43"/>
    <w:rsid w:val="000E311F"/>
    <w:rsid w:val="00114EF4"/>
    <w:rsid w:val="0011582E"/>
    <w:rsid w:val="0011745E"/>
    <w:rsid w:val="00124B7F"/>
    <w:rsid w:val="00124D15"/>
    <w:rsid w:val="001273C7"/>
    <w:rsid w:val="00130843"/>
    <w:rsid w:val="00130FCC"/>
    <w:rsid w:val="0013283D"/>
    <w:rsid w:val="001342C1"/>
    <w:rsid w:val="001445EA"/>
    <w:rsid w:val="00147FF8"/>
    <w:rsid w:val="0015437F"/>
    <w:rsid w:val="001617E1"/>
    <w:rsid w:val="0016637D"/>
    <w:rsid w:val="001A211D"/>
    <w:rsid w:val="001A2C99"/>
    <w:rsid w:val="001A6262"/>
    <w:rsid w:val="001B1839"/>
    <w:rsid w:val="001B3513"/>
    <w:rsid w:val="001C0E56"/>
    <w:rsid w:val="001C31E1"/>
    <w:rsid w:val="001C6C66"/>
    <w:rsid w:val="001C7480"/>
    <w:rsid w:val="001D40D2"/>
    <w:rsid w:val="001E6A13"/>
    <w:rsid w:val="001F2853"/>
    <w:rsid w:val="001F5DC0"/>
    <w:rsid w:val="001F71DC"/>
    <w:rsid w:val="00210432"/>
    <w:rsid w:val="0021301F"/>
    <w:rsid w:val="00226EF6"/>
    <w:rsid w:val="00230A85"/>
    <w:rsid w:val="00234E21"/>
    <w:rsid w:val="00234F4A"/>
    <w:rsid w:val="00244B6C"/>
    <w:rsid w:val="00247D63"/>
    <w:rsid w:val="0026181C"/>
    <w:rsid w:val="00264A43"/>
    <w:rsid w:val="00264B25"/>
    <w:rsid w:val="00265CDA"/>
    <w:rsid w:val="00292D9A"/>
    <w:rsid w:val="002A6FF1"/>
    <w:rsid w:val="002C0568"/>
    <w:rsid w:val="002D5A31"/>
    <w:rsid w:val="002D6740"/>
    <w:rsid w:val="002D7E89"/>
    <w:rsid w:val="002E3722"/>
    <w:rsid w:val="002E7DD1"/>
    <w:rsid w:val="002F06ED"/>
    <w:rsid w:val="00304200"/>
    <w:rsid w:val="00330F6B"/>
    <w:rsid w:val="00362841"/>
    <w:rsid w:val="003C2203"/>
    <w:rsid w:val="003C30D0"/>
    <w:rsid w:val="003D27C8"/>
    <w:rsid w:val="003D3258"/>
    <w:rsid w:val="003E1804"/>
    <w:rsid w:val="003F047B"/>
    <w:rsid w:val="003F7717"/>
    <w:rsid w:val="00416836"/>
    <w:rsid w:val="004447BB"/>
    <w:rsid w:val="004668F4"/>
    <w:rsid w:val="00466BC0"/>
    <w:rsid w:val="0048409E"/>
    <w:rsid w:val="0048534C"/>
    <w:rsid w:val="00487520"/>
    <w:rsid w:val="004B1A55"/>
    <w:rsid w:val="004B64C9"/>
    <w:rsid w:val="004C3D78"/>
    <w:rsid w:val="004C7B81"/>
    <w:rsid w:val="004D1070"/>
    <w:rsid w:val="004D2A54"/>
    <w:rsid w:val="004D43D0"/>
    <w:rsid w:val="004E4794"/>
    <w:rsid w:val="00512FB6"/>
    <w:rsid w:val="00514D21"/>
    <w:rsid w:val="0052447B"/>
    <w:rsid w:val="00536DEC"/>
    <w:rsid w:val="005477D3"/>
    <w:rsid w:val="005573C0"/>
    <w:rsid w:val="00557F01"/>
    <w:rsid w:val="0056167C"/>
    <w:rsid w:val="00562E97"/>
    <w:rsid w:val="0057138B"/>
    <w:rsid w:val="005720D6"/>
    <w:rsid w:val="00583E60"/>
    <w:rsid w:val="005955B9"/>
    <w:rsid w:val="00596BDA"/>
    <w:rsid w:val="005C04A8"/>
    <w:rsid w:val="005C0F86"/>
    <w:rsid w:val="005C20EF"/>
    <w:rsid w:val="005C7A54"/>
    <w:rsid w:val="005D6D9E"/>
    <w:rsid w:val="005E0486"/>
    <w:rsid w:val="005E45C3"/>
    <w:rsid w:val="005F38F4"/>
    <w:rsid w:val="005F7BF7"/>
    <w:rsid w:val="006011AD"/>
    <w:rsid w:val="006025A2"/>
    <w:rsid w:val="00625418"/>
    <w:rsid w:val="00653ED5"/>
    <w:rsid w:val="006640F3"/>
    <w:rsid w:val="006802F0"/>
    <w:rsid w:val="006907A1"/>
    <w:rsid w:val="0069585A"/>
    <w:rsid w:val="006A1508"/>
    <w:rsid w:val="006B08D2"/>
    <w:rsid w:val="006B4451"/>
    <w:rsid w:val="006C4DEE"/>
    <w:rsid w:val="006C610F"/>
    <w:rsid w:val="006D1D44"/>
    <w:rsid w:val="006D2460"/>
    <w:rsid w:val="006F14CA"/>
    <w:rsid w:val="006F1E02"/>
    <w:rsid w:val="006F4155"/>
    <w:rsid w:val="006F4B02"/>
    <w:rsid w:val="006F6844"/>
    <w:rsid w:val="00706F81"/>
    <w:rsid w:val="00710555"/>
    <w:rsid w:val="00715957"/>
    <w:rsid w:val="0073122A"/>
    <w:rsid w:val="0073339E"/>
    <w:rsid w:val="00740047"/>
    <w:rsid w:val="00743FCA"/>
    <w:rsid w:val="0074707D"/>
    <w:rsid w:val="00780951"/>
    <w:rsid w:val="0078139D"/>
    <w:rsid w:val="00786293"/>
    <w:rsid w:val="00787FAB"/>
    <w:rsid w:val="007908C9"/>
    <w:rsid w:val="00792828"/>
    <w:rsid w:val="00792B84"/>
    <w:rsid w:val="007B010C"/>
    <w:rsid w:val="007C0F61"/>
    <w:rsid w:val="007C306D"/>
    <w:rsid w:val="007C3C36"/>
    <w:rsid w:val="007D48AF"/>
    <w:rsid w:val="007F0092"/>
    <w:rsid w:val="007F1123"/>
    <w:rsid w:val="007F1F34"/>
    <w:rsid w:val="007F5683"/>
    <w:rsid w:val="00806141"/>
    <w:rsid w:val="008247F9"/>
    <w:rsid w:val="00827074"/>
    <w:rsid w:val="008328A5"/>
    <w:rsid w:val="0083301B"/>
    <w:rsid w:val="008331AD"/>
    <w:rsid w:val="00837E96"/>
    <w:rsid w:val="0084156D"/>
    <w:rsid w:val="008536B6"/>
    <w:rsid w:val="008556B0"/>
    <w:rsid w:val="0086270C"/>
    <w:rsid w:val="008642BC"/>
    <w:rsid w:val="00867D9D"/>
    <w:rsid w:val="00884C53"/>
    <w:rsid w:val="0088790A"/>
    <w:rsid w:val="00894486"/>
    <w:rsid w:val="008C6396"/>
    <w:rsid w:val="008F76A3"/>
    <w:rsid w:val="009066BF"/>
    <w:rsid w:val="009071BA"/>
    <w:rsid w:val="00915E42"/>
    <w:rsid w:val="00917AA2"/>
    <w:rsid w:val="00923D05"/>
    <w:rsid w:val="00930FBD"/>
    <w:rsid w:val="009311C8"/>
    <w:rsid w:val="00937AC5"/>
    <w:rsid w:val="00937F13"/>
    <w:rsid w:val="009432A7"/>
    <w:rsid w:val="00950F0B"/>
    <w:rsid w:val="00951487"/>
    <w:rsid w:val="00952067"/>
    <w:rsid w:val="009610D5"/>
    <w:rsid w:val="009625AC"/>
    <w:rsid w:val="009700EE"/>
    <w:rsid w:val="00974D9E"/>
    <w:rsid w:val="00976AD4"/>
    <w:rsid w:val="00994131"/>
    <w:rsid w:val="009A13BC"/>
    <w:rsid w:val="009B2EC6"/>
    <w:rsid w:val="009B3A04"/>
    <w:rsid w:val="009D4DC3"/>
    <w:rsid w:val="009F1543"/>
    <w:rsid w:val="009F23F8"/>
    <w:rsid w:val="009F4587"/>
    <w:rsid w:val="00A00D04"/>
    <w:rsid w:val="00A110B6"/>
    <w:rsid w:val="00A476CA"/>
    <w:rsid w:val="00A6347B"/>
    <w:rsid w:val="00A75ADF"/>
    <w:rsid w:val="00A85A9A"/>
    <w:rsid w:val="00A97D66"/>
    <w:rsid w:val="00AA040B"/>
    <w:rsid w:val="00AA1E39"/>
    <w:rsid w:val="00AB218D"/>
    <w:rsid w:val="00AB2472"/>
    <w:rsid w:val="00AC4889"/>
    <w:rsid w:val="00AC6329"/>
    <w:rsid w:val="00AD1850"/>
    <w:rsid w:val="00AE519A"/>
    <w:rsid w:val="00B006A3"/>
    <w:rsid w:val="00B006D7"/>
    <w:rsid w:val="00B031FB"/>
    <w:rsid w:val="00B11243"/>
    <w:rsid w:val="00B3260C"/>
    <w:rsid w:val="00B447D3"/>
    <w:rsid w:val="00B71FA4"/>
    <w:rsid w:val="00B76F77"/>
    <w:rsid w:val="00B834BA"/>
    <w:rsid w:val="00B93334"/>
    <w:rsid w:val="00B93BE3"/>
    <w:rsid w:val="00BB1A3D"/>
    <w:rsid w:val="00BE28C9"/>
    <w:rsid w:val="00C14D25"/>
    <w:rsid w:val="00C15D47"/>
    <w:rsid w:val="00C33E92"/>
    <w:rsid w:val="00C415D3"/>
    <w:rsid w:val="00C55E54"/>
    <w:rsid w:val="00C63E19"/>
    <w:rsid w:val="00C67AEA"/>
    <w:rsid w:val="00C8152F"/>
    <w:rsid w:val="00C9107B"/>
    <w:rsid w:val="00C916A9"/>
    <w:rsid w:val="00C93DEC"/>
    <w:rsid w:val="00CA7F90"/>
    <w:rsid w:val="00CB215D"/>
    <w:rsid w:val="00CB557D"/>
    <w:rsid w:val="00CC085D"/>
    <w:rsid w:val="00CC61F1"/>
    <w:rsid w:val="00CD745A"/>
    <w:rsid w:val="00CE1533"/>
    <w:rsid w:val="00CE7601"/>
    <w:rsid w:val="00D03784"/>
    <w:rsid w:val="00D14EAB"/>
    <w:rsid w:val="00D4170F"/>
    <w:rsid w:val="00D76689"/>
    <w:rsid w:val="00D817C5"/>
    <w:rsid w:val="00D866CE"/>
    <w:rsid w:val="00D87F50"/>
    <w:rsid w:val="00D91D29"/>
    <w:rsid w:val="00D94493"/>
    <w:rsid w:val="00DA19FB"/>
    <w:rsid w:val="00DA37CD"/>
    <w:rsid w:val="00DA616C"/>
    <w:rsid w:val="00DA76D8"/>
    <w:rsid w:val="00DB3458"/>
    <w:rsid w:val="00DB3F5D"/>
    <w:rsid w:val="00DC0E97"/>
    <w:rsid w:val="00DF081C"/>
    <w:rsid w:val="00E069FA"/>
    <w:rsid w:val="00E16828"/>
    <w:rsid w:val="00E214E8"/>
    <w:rsid w:val="00E25BCA"/>
    <w:rsid w:val="00E70432"/>
    <w:rsid w:val="00E801A6"/>
    <w:rsid w:val="00E82F27"/>
    <w:rsid w:val="00E856B7"/>
    <w:rsid w:val="00E87D2E"/>
    <w:rsid w:val="00E92C5D"/>
    <w:rsid w:val="00E940C8"/>
    <w:rsid w:val="00EA46BA"/>
    <w:rsid w:val="00EB0C7C"/>
    <w:rsid w:val="00EB46C1"/>
    <w:rsid w:val="00EB4E6F"/>
    <w:rsid w:val="00EC198D"/>
    <w:rsid w:val="00EC6454"/>
    <w:rsid w:val="00EF17DA"/>
    <w:rsid w:val="00F14018"/>
    <w:rsid w:val="00F17477"/>
    <w:rsid w:val="00F243C5"/>
    <w:rsid w:val="00F31190"/>
    <w:rsid w:val="00F350A6"/>
    <w:rsid w:val="00F3720A"/>
    <w:rsid w:val="00F37FE0"/>
    <w:rsid w:val="00F4137F"/>
    <w:rsid w:val="00F50EEE"/>
    <w:rsid w:val="00F65A19"/>
    <w:rsid w:val="00F7336B"/>
    <w:rsid w:val="00F73D3D"/>
    <w:rsid w:val="00F76716"/>
    <w:rsid w:val="00F87CAE"/>
    <w:rsid w:val="00F92BAA"/>
    <w:rsid w:val="00F94AA9"/>
    <w:rsid w:val="00F97D80"/>
    <w:rsid w:val="00FC32C1"/>
    <w:rsid w:val="00FC4361"/>
    <w:rsid w:val="00FC61AA"/>
    <w:rsid w:val="00FD0BCC"/>
    <w:rsid w:val="00FD7B28"/>
    <w:rsid w:val="00FE1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F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1</Words>
  <Characters>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WiZaRd</cp:lastModifiedBy>
  <cp:revision>2</cp:revision>
  <dcterms:created xsi:type="dcterms:W3CDTF">2015-04-15T09:06:00Z</dcterms:created>
  <dcterms:modified xsi:type="dcterms:W3CDTF">2015-04-15T11:02:00Z</dcterms:modified>
</cp:coreProperties>
</file>