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FF1" w:rsidRDefault="00F7532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pt">
            <v:imagedata r:id="rId4" o:title="A97941E9"/>
          </v:shape>
        </w:pict>
      </w:r>
    </w:p>
    <w:sectPr w:rsidR="002A6FF1" w:rsidSect="002A6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75327"/>
    <w:rsid w:val="00004C07"/>
    <w:rsid w:val="00006401"/>
    <w:rsid w:val="00011492"/>
    <w:rsid w:val="00012870"/>
    <w:rsid w:val="00013AE1"/>
    <w:rsid w:val="00021ED0"/>
    <w:rsid w:val="0002475D"/>
    <w:rsid w:val="000408BE"/>
    <w:rsid w:val="0004459C"/>
    <w:rsid w:val="00047BA1"/>
    <w:rsid w:val="00047D3C"/>
    <w:rsid w:val="000564CE"/>
    <w:rsid w:val="00062527"/>
    <w:rsid w:val="00062E05"/>
    <w:rsid w:val="0006752B"/>
    <w:rsid w:val="00090A9C"/>
    <w:rsid w:val="00095679"/>
    <w:rsid w:val="000970BD"/>
    <w:rsid w:val="000A5AAE"/>
    <w:rsid w:val="000B25AE"/>
    <w:rsid w:val="000B3F57"/>
    <w:rsid w:val="000D4267"/>
    <w:rsid w:val="000E2F43"/>
    <w:rsid w:val="000E311F"/>
    <w:rsid w:val="00114EF4"/>
    <w:rsid w:val="0011582E"/>
    <w:rsid w:val="0011745E"/>
    <w:rsid w:val="00124B7F"/>
    <w:rsid w:val="00124D15"/>
    <w:rsid w:val="001273C7"/>
    <w:rsid w:val="00130843"/>
    <w:rsid w:val="00130FCC"/>
    <w:rsid w:val="0013283D"/>
    <w:rsid w:val="001342C1"/>
    <w:rsid w:val="001445EA"/>
    <w:rsid w:val="0015437F"/>
    <w:rsid w:val="001617E1"/>
    <w:rsid w:val="0016637D"/>
    <w:rsid w:val="001A211D"/>
    <w:rsid w:val="001A2C99"/>
    <w:rsid w:val="001A6262"/>
    <w:rsid w:val="001B1839"/>
    <w:rsid w:val="001B3513"/>
    <w:rsid w:val="001C0E56"/>
    <w:rsid w:val="001C31E1"/>
    <w:rsid w:val="001C6C66"/>
    <w:rsid w:val="001C7480"/>
    <w:rsid w:val="001D40D2"/>
    <w:rsid w:val="001E6A13"/>
    <w:rsid w:val="001F2853"/>
    <w:rsid w:val="001F5DC0"/>
    <w:rsid w:val="001F71DC"/>
    <w:rsid w:val="00210432"/>
    <w:rsid w:val="0021301F"/>
    <w:rsid w:val="00226EF6"/>
    <w:rsid w:val="00230A85"/>
    <w:rsid w:val="00234E21"/>
    <w:rsid w:val="00234F4A"/>
    <w:rsid w:val="00244B6C"/>
    <w:rsid w:val="00247D63"/>
    <w:rsid w:val="0026181C"/>
    <w:rsid w:val="00264A43"/>
    <w:rsid w:val="00264B25"/>
    <w:rsid w:val="00265CDA"/>
    <w:rsid w:val="00292D9A"/>
    <w:rsid w:val="002A6FF1"/>
    <w:rsid w:val="002C0568"/>
    <w:rsid w:val="002D5A31"/>
    <w:rsid w:val="002D6740"/>
    <w:rsid w:val="002D7E89"/>
    <w:rsid w:val="002E3722"/>
    <w:rsid w:val="002E7DD1"/>
    <w:rsid w:val="002F06ED"/>
    <w:rsid w:val="00304200"/>
    <w:rsid w:val="00330F6B"/>
    <w:rsid w:val="00362841"/>
    <w:rsid w:val="003C2203"/>
    <w:rsid w:val="003C30D0"/>
    <w:rsid w:val="003D27C8"/>
    <w:rsid w:val="003D3258"/>
    <w:rsid w:val="003E1804"/>
    <w:rsid w:val="003F047B"/>
    <w:rsid w:val="003F7717"/>
    <w:rsid w:val="00416836"/>
    <w:rsid w:val="004447BB"/>
    <w:rsid w:val="004668F4"/>
    <w:rsid w:val="00466BC0"/>
    <w:rsid w:val="0048409E"/>
    <w:rsid w:val="0048534C"/>
    <w:rsid w:val="00487520"/>
    <w:rsid w:val="004B1A55"/>
    <w:rsid w:val="004B64C9"/>
    <w:rsid w:val="004C3D78"/>
    <w:rsid w:val="004C7B81"/>
    <w:rsid w:val="004D1070"/>
    <w:rsid w:val="004D2A54"/>
    <w:rsid w:val="004D43D0"/>
    <w:rsid w:val="004E4794"/>
    <w:rsid w:val="00512FB6"/>
    <w:rsid w:val="00514D21"/>
    <w:rsid w:val="0052447B"/>
    <w:rsid w:val="00536DEC"/>
    <w:rsid w:val="005477D3"/>
    <w:rsid w:val="005573C0"/>
    <w:rsid w:val="00557F01"/>
    <w:rsid w:val="0056167C"/>
    <w:rsid w:val="00562E97"/>
    <w:rsid w:val="0057138B"/>
    <w:rsid w:val="005720D6"/>
    <w:rsid w:val="00583E60"/>
    <w:rsid w:val="005955B9"/>
    <w:rsid w:val="00596BDA"/>
    <w:rsid w:val="005C04A8"/>
    <w:rsid w:val="005C0F86"/>
    <w:rsid w:val="005C20EF"/>
    <w:rsid w:val="005C7A54"/>
    <w:rsid w:val="005D6D9E"/>
    <w:rsid w:val="005E0486"/>
    <w:rsid w:val="005E45C3"/>
    <w:rsid w:val="005F38F4"/>
    <w:rsid w:val="005F7BF7"/>
    <w:rsid w:val="006011AD"/>
    <w:rsid w:val="006025A2"/>
    <w:rsid w:val="00625418"/>
    <w:rsid w:val="00653ED5"/>
    <w:rsid w:val="006640F3"/>
    <w:rsid w:val="006802F0"/>
    <w:rsid w:val="006907A1"/>
    <w:rsid w:val="0069585A"/>
    <w:rsid w:val="006A1508"/>
    <w:rsid w:val="006B08D2"/>
    <w:rsid w:val="006C610F"/>
    <w:rsid w:val="006D1D44"/>
    <w:rsid w:val="006D2460"/>
    <w:rsid w:val="006F14CA"/>
    <w:rsid w:val="006F1E02"/>
    <w:rsid w:val="006F4155"/>
    <w:rsid w:val="006F4B02"/>
    <w:rsid w:val="006F6844"/>
    <w:rsid w:val="00706F81"/>
    <w:rsid w:val="00710555"/>
    <w:rsid w:val="00715957"/>
    <w:rsid w:val="0073122A"/>
    <w:rsid w:val="0073339E"/>
    <w:rsid w:val="00740047"/>
    <w:rsid w:val="00743FCA"/>
    <w:rsid w:val="0074707D"/>
    <w:rsid w:val="00780951"/>
    <w:rsid w:val="0078139D"/>
    <w:rsid w:val="00786293"/>
    <w:rsid w:val="00787FAB"/>
    <w:rsid w:val="007908C9"/>
    <w:rsid w:val="00792828"/>
    <w:rsid w:val="00792B84"/>
    <w:rsid w:val="007B010C"/>
    <w:rsid w:val="007C0F61"/>
    <w:rsid w:val="007C306D"/>
    <w:rsid w:val="007C3C36"/>
    <w:rsid w:val="007D48AF"/>
    <w:rsid w:val="007F0092"/>
    <w:rsid w:val="007F1123"/>
    <w:rsid w:val="007F1F34"/>
    <w:rsid w:val="007F5683"/>
    <w:rsid w:val="00806141"/>
    <w:rsid w:val="008247F9"/>
    <w:rsid w:val="00827074"/>
    <w:rsid w:val="008328A5"/>
    <w:rsid w:val="0083301B"/>
    <w:rsid w:val="008331AD"/>
    <w:rsid w:val="00837E96"/>
    <w:rsid w:val="0084156D"/>
    <w:rsid w:val="008536B6"/>
    <w:rsid w:val="008556B0"/>
    <w:rsid w:val="0086270C"/>
    <w:rsid w:val="008642BC"/>
    <w:rsid w:val="00867D9D"/>
    <w:rsid w:val="00884C53"/>
    <w:rsid w:val="0088790A"/>
    <w:rsid w:val="00894486"/>
    <w:rsid w:val="008C6396"/>
    <w:rsid w:val="008F76A3"/>
    <w:rsid w:val="009066BF"/>
    <w:rsid w:val="009071BA"/>
    <w:rsid w:val="00915E42"/>
    <w:rsid w:val="00917AA2"/>
    <w:rsid w:val="00923D05"/>
    <w:rsid w:val="00930FBD"/>
    <w:rsid w:val="009311C8"/>
    <w:rsid w:val="00937AC5"/>
    <w:rsid w:val="00937F13"/>
    <w:rsid w:val="009432A7"/>
    <w:rsid w:val="00950F0B"/>
    <w:rsid w:val="00951487"/>
    <w:rsid w:val="00952067"/>
    <w:rsid w:val="009610D5"/>
    <w:rsid w:val="009625AC"/>
    <w:rsid w:val="009700EE"/>
    <w:rsid w:val="00974D9E"/>
    <w:rsid w:val="00976AD4"/>
    <w:rsid w:val="00994131"/>
    <w:rsid w:val="009A13BC"/>
    <w:rsid w:val="009B2EC6"/>
    <w:rsid w:val="009B3A04"/>
    <w:rsid w:val="009D4DC3"/>
    <w:rsid w:val="009F1543"/>
    <w:rsid w:val="009F23F8"/>
    <w:rsid w:val="009F4587"/>
    <w:rsid w:val="00A00D04"/>
    <w:rsid w:val="00A110B6"/>
    <w:rsid w:val="00A476CA"/>
    <w:rsid w:val="00A6347B"/>
    <w:rsid w:val="00A75ADF"/>
    <w:rsid w:val="00A85A9A"/>
    <w:rsid w:val="00A97D66"/>
    <w:rsid w:val="00AA040B"/>
    <w:rsid w:val="00AA1E39"/>
    <w:rsid w:val="00AB218D"/>
    <w:rsid w:val="00AB2472"/>
    <w:rsid w:val="00AC4889"/>
    <w:rsid w:val="00AC6329"/>
    <w:rsid w:val="00AD1850"/>
    <w:rsid w:val="00AE519A"/>
    <w:rsid w:val="00B006A3"/>
    <w:rsid w:val="00B006D7"/>
    <w:rsid w:val="00B031FB"/>
    <w:rsid w:val="00B11243"/>
    <w:rsid w:val="00B3260C"/>
    <w:rsid w:val="00B447D3"/>
    <w:rsid w:val="00B71FA4"/>
    <w:rsid w:val="00B76F77"/>
    <w:rsid w:val="00B834BA"/>
    <w:rsid w:val="00B93334"/>
    <w:rsid w:val="00B93BE3"/>
    <w:rsid w:val="00BB1A3D"/>
    <w:rsid w:val="00BE28C9"/>
    <w:rsid w:val="00C14D25"/>
    <w:rsid w:val="00C15D47"/>
    <w:rsid w:val="00C33E92"/>
    <w:rsid w:val="00C415D3"/>
    <w:rsid w:val="00C55E54"/>
    <w:rsid w:val="00C63E19"/>
    <w:rsid w:val="00C67AEA"/>
    <w:rsid w:val="00C8152F"/>
    <w:rsid w:val="00C9107B"/>
    <w:rsid w:val="00C916A9"/>
    <w:rsid w:val="00C93DEC"/>
    <w:rsid w:val="00CA7F90"/>
    <w:rsid w:val="00CB215D"/>
    <w:rsid w:val="00CB557D"/>
    <w:rsid w:val="00CC085D"/>
    <w:rsid w:val="00CC61F1"/>
    <w:rsid w:val="00CD745A"/>
    <w:rsid w:val="00CE1533"/>
    <w:rsid w:val="00CE7601"/>
    <w:rsid w:val="00D03784"/>
    <w:rsid w:val="00D14EAB"/>
    <w:rsid w:val="00D4170F"/>
    <w:rsid w:val="00D532CF"/>
    <w:rsid w:val="00D76689"/>
    <w:rsid w:val="00D817C5"/>
    <w:rsid w:val="00D866CE"/>
    <w:rsid w:val="00D91D29"/>
    <w:rsid w:val="00D94493"/>
    <w:rsid w:val="00DA19FB"/>
    <w:rsid w:val="00DA37CD"/>
    <w:rsid w:val="00DA616C"/>
    <w:rsid w:val="00DA76D8"/>
    <w:rsid w:val="00DB3458"/>
    <w:rsid w:val="00DB3F5D"/>
    <w:rsid w:val="00DC0E97"/>
    <w:rsid w:val="00DF081C"/>
    <w:rsid w:val="00E069FA"/>
    <w:rsid w:val="00E16828"/>
    <w:rsid w:val="00E214E8"/>
    <w:rsid w:val="00E25BCA"/>
    <w:rsid w:val="00E801A6"/>
    <w:rsid w:val="00E82F27"/>
    <w:rsid w:val="00E856B7"/>
    <w:rsid w:val="00E87D2E"/>
    <w:rsid w:val="00E92C5D"/>
    <w:rsid w:val="00E940C8"/>
    <w:rsid w:val="00EA46BA"/>
    <w:rsid w:val="00EB0C7C"/>
    <w:rsid w:val="00EB46C1"/>
    <w:rsid w:val="00EB4E6F"/>
    <w:rsid w:val="00EC198D"/>
    <w:rsid w:val="00EC6454"/>
    <w:rsid w:val="00EF17DA"/>
    <w:rsid w:val="00F14018"/>
    <w:rsid w:val="00F17477"/>
    <w:rsid w:val="00F243C5"/>
    <w:rsid w:val="00F31190"/>
    <w:rsid w:val="00F350A6"/>
    <w:rsid w:val="00F3720A"/>
    <w:rsid w:val="00F37FE0"/>
    <w:rsid w:val="00F4137F"/>
    <w:rsid w:val="00F50EEE"/>
    <w:rsid w:val="00F65A19"/>
    <w:rsid w:val="00F7336B"/>
    <w:rsid w:val="00F73D3D"/>
    <w:rsid w:val="00F75327"/>
    <w:rsid w:val="00F76716"/>
    <w:rsid w:val="00F87CAE"/>
    <w:rsid w:val="00F92BAA"/>
    <w:rsid w:val="00F94AA9"/>
    <w:rsid w:val="00F97D80"/>
    <w:rsid w:val="00FC32C1"/>
    <w:rsid w:val="00FC4361"/>
    <w:rsid w:val="00FC61AA"/>
    <w:rsid w:val="00FD0BCC"/>
    <w:rsid w:val="00FD7B28"/>
    <w:rsid w:val="00FE1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2015-03-24T13:53:00Z</dcterms:created>
  <dcterms:modified xsi:type="dcterms:W3CDTF">2015-03-24T13:53:00Z</dcterms:modified>
</cp:coreProperties>
</file>